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5CB" w:rsidRDefault="006B6F7C" w:rsidP="006B6F7C">
      <w:pPr>
        <w:pStyle w:val="ListParagraph"/>
        <w:numPr>
          <w:ilvl w:val="0"/>
          <w:numId w:val="1"/>
        </w:numPr>
      </w:pPr>
      <w:r>
        <w:t>Hello.html</w:t>
      </w:r>
    </w:p>
    <w:p w:rsidR="006B6F7C" w:rsidRDefault="006B6F7C" w:rsidP="006B6F7C">
      <w:pPr>
        <w:pStyle w:val="ListParagraph"/>
        <w:numPr>
          <w:ilvl w:val="1"/>
          <w:numId w:val="1"/>
        </w:numPr>
      </w:pPr>
      <w:r>
        <w:t>Document structure</w:t>
      </w:r>
    </w:p>
    <w:p w:rsidR="006B6F7C" w:rsidRDefault="006B6F7C" w:rsidP="006B6F7C">
      <w:pPr>
        <w:pStyle w:val="ListParagraph"/>
        <w:numPr>
          <w:ilvl w:val="1"/>
          <w:numId w:val="1"/>
        </w:numPr>
      </w:pPr>
      <w:r>
        <w:t>Doctype – HTML4 vs. HTML5</w:t>
      </w:r>
    </w:p>
    <w:p w:rsidR="006B6F7C" w:rsidRDefault="006B6F7C" w:rsidP="006B6F7C">
      <w:pPr>
        <w:pStyle w:val="ListParagraph"/>
        <w:numPr>
          <w:ilvl w:val="1"/>
          <w:numId w:val="1"/>
        </w:numPr>
      </w:pPr>
      <w:r>
        <w:t>Basic tags</w:t>
      </w:r>
    </w:p>
    <w:p w:rsidR="006B6F7C" w:rsidRDefault="006B6F7C" w:rsidP="006B6F7C">
      <w:pPr>
        <w:pStyle w:val="ListParagraph"/>
        <w:numPr>
          <w:ilvl w:val="0"/>
          <w:numId w:val="1"/>
        </w:numPr>
      </w:pPr>
      <w:r>
        <w:t>Idea for demo:</w:t>
      </w:r>
    </w:p>
    <w:p w:rsidR="006B6F7C" w:rsidRDefault="006B6F7C" w:rsidP="006B6F7C">
      <w:pPr>
        <w:pStyle w:val="ListParagraph"/>
        <w:numPr>
          <w:ilvl w:val="1"/>
          <w:numId w:val="1"/>
        </w:numPr>
      </w:pPr>
      <w:r>
        <w:t>Request a text file, an image, and an HTML file</w:t>
      </w:r>
    </w:p>
    <w:p w:rsidR="006B6F7C" w:rsidRDefault="006B6F7C" w:rsidP="006B6F7C">
      <w:pPr>
        <w:pStyle w:val="ListParagraph"/>
        <w:numPr>
          <w:ilvl w:val="0"/>
          <w:numId w:val="1"/>
        </w:numPr>
      </w:pPr>
      <w:r>
        <w:t>HTTP Request/Response</w:t>
      </w:r>
    </w:p>
    <w:p w:rsidR="006B6F7C" w:rsidRDefault="006B6F7C" w:rsidP="006B6F7C">
      <w:pPr>
        <w:pStyle w:val="ListParagraph"/>
        <w:numPr>
          <w:ilvl w:val="1"/>
          <w:numId w:val="1"/>
        </w:numPr>
      </w:pPr>
      <w:r>
        <w:t>Format of a request and a response</w:t>
      </w:r>
    </w:p>
    <w:p w:rsidR="006B6F7C" w:rsidRDefault="006B6F7C" w:rsidP="006B6F7C">
      <w:pPr>
        <w:pStyle w:val="ListParagraph"/>
        <w:numPr>
          <w:ilvl w:val="2"/>
          <w:numId w:val="1"/>
        </w:numPr>
      </w:pPr>
      <w:r>
        <w:t>Headers</w:t>
      </w:r>
    </w:p>
    <w:p w:rsidR="006B6F7C" w:rsidRDefault="006B6F7C" w:rsidP="006B6F7C">
      <w:pPr>
        <w:pStyle w:val="ListParagraph"/>
        <w:numPr>
          <w:ilvl w:val="2"/>
          <w:numId w:val="1"/>
        </w:numPr>
      </w:pPr>
      <w:r>
        <w:t>Content</w:t>
      </w:r>
    </w:p>
    <w:p w:rsidR="006B6F7C" w:rsidRDefault="006B6F7C" w:rsidP="006B6F7C">
      <w:pPr>
        <w:pStyle w:val="ListParagraph"/>
        <w:numPr>
          <w:ilvl w:val="2"/>
          <w:numId w:val="1"/>
        </w:numPr>
      </w:pPr>
      <w:r>
        <w:t>Show headers in browser tooling</w:t>
      </w:r>
    </w:p>
    <w:p w:rsidR="00000C64" w:rsidRDefault="00000C64" w:rsidP="006B6F7C">
      <w:pPr>
        <w:pStyle w:val="ListParagraph"/>
        <w:numPr>
          <w:ilvl w:val="0"/>
          <w:numId w:val="1"/>
        </w:numPr>
      </w:pPr>
      <w:r>
        <w:t xml:space="preserve">Hello.php </w:t>
      </w:r>
    </w:p>
    <w:p w:rsidR="006B6F7C" w:rsidRDefault="00000C64" w:rsidP="00000C64">
      <w:pPr>
        <w:pStyle w:val="ListParagraph"/>
        <w:numPr>
          <w:ilvl w:val="1"/>
          <w:numId w:val="1"/>
        </w:numPr>
      </w:pPr>
      <w:r>
        <w:t>PHP showing date</w:t>
      </w:r>
    </w:p>
    <w:p w:rsidR="00000C64" w:rsidRDefault="00000C64" w:rsidP="00000C64">
      <w:pPr>
        <w:pStyle w:val="ListParagraph"/>
        <w:numPr>
          <w:ilvl w:val="1"/>
          <w:numId w:val="1"/>
        </w:numPr>
      </w:pPr>
      <w:r>
        <w:t>Variables</w:t>
      </w:r>
    </w:p>
    <w:p w:rsidR="00000C64" w:rsidRDefault="00000C64" w:rsidP="00000C64">
      <w:pPr>
        <w:pStyle w:val="ListParagraph"/>
        <w:numPr>
          <w:ilvl w:val="1"/>
          <w:numId w:val="1"/>
        </w:numPr>
      </w:pPr>
      <w:r>
        <w:t>Strings</w:t>
      </w:r>
    </w:p>
    <w:p w:rsidR="00000C64" w:rsidRDefault="00000C64" w:rsidP="00000C64">
      <w:pPr>
        <w:pStyle w:val="ListParagraph"/>
        <w:numPr>
          <w:ilvl w:val="1"/>
          <w:numId w:val="1"/>
        </w:numPr>
      </w:pPr>
      <w:r>
        <w:t>Variable interpolation</w:t>
      </w:r>
    </w:p>
    <w:p w:rsidR="00000C64" w:rsidRDefault="00000C64" w:rsidP="00000C64">
      <w:pPr>
        <w:pStyle w:val="ListParagraph"/>
        <w:numPr>
          <w:ilvl w:val="1"/>
          <w:numId w:val="1"/>
        </w:numPr>
      </w:pPr>
      <w:r>
        <w:t>Echo</w:t>
      </w:r>
    </w:p>
    <w:p w:rsidR="00000C64" w:rsidRDefault="00000C64" w:rsidP="00000C64">
      <w:pPr>
        <w:pStyle w:val="ListParagraph"/>
        <w:numPr>
          <w:ilvl w:val="1"/>
          <w:numId w:val="1"/>
        </w:numPr>
      </w:pPr>
      <w:r>
        <w:t>Date/strtotime</w:t>
      </w:r>
    </w:p>
    <w:p w:rsidR="00000C64" w:rsidRDefault="00442799" w:rsidP="00000C64">
      <w:pPr>
        <w:pStyle w:val="ListParagraph"/>
        <w:numPr>
          <w:ilvl w:val="0"/>
          <w:numId w:val="1"/>
        </w:numPr>
      </w:pPr>
      <w:r>
        <w:t>HTTP Request for PHP</w:t>
      </w:r>
    </w:p>
    <w:p w:rsidR="00442799" w:rsidRDefault="00442799" w:rsidP="00442799">
      <w:pPr>
        <w:pStyle w:val="ListParagraph"/>
        <w:numPr>
          <w:ilvl w:val="1"/>
          <w:numId w:val="1"/>
        </w:numPr>
      </w:pPr>
      <w:r>
        <w:t>Code blocks</w:t>
      </w:r>
      <w:r w:rsidR="00171BB6">
        <w:t xml:space="preserve"> interpreted </w:t>
      </w:r>
    </w:p>
    <w:p w:rsidR="00442799" w:rsidRDefault="00171BB6" w:rsidP="00442799">
      <w:pPr>
        <w:pStyle w:val="ListParagraph"/>
        <w:numPr>
          <w:ilvl w:val="1"/>
          <w:numId w:val="1"/>
        </w:numPr>
      </w:pPr>
      <w:r>
        <w:t>Response is end of script</w:t>
      </w:r>
    </w:p>
    <w:p w:rsidR="00CA4177" w:rsidRDefault="00CA4177" w:rsidP="00CA4177">
      <w:pPr>
        <w:pStyle w:val="ListParagraph"/>
        <w:numPr>
          <w:ilvl w:val="0"/>
          <w:numId w:val="1"/>
        </w:numPr>
      </w:pPr>
      <w:r>
        <w:t>Forms and input</w:t>
      </w:r>
    </w:p>
    <w:p w:rsidR="009D5A22" w:rsidRDefault="009D5A22" w:rsidP="009D5A22">
      <w:pPr>
        <w:pStyle w:val="ListParagraph"/>
        <w:numPr>
          <w:ilvl w:val="1"/>
          <w:numId w:val="1"/>
        </w:numPr>
      </w:pPr>
      <w:r>
        <w:t>PPT Slides</w:t>
      </w:r>
    </w:p>
    <w:p w:rsidR="00CA4177" w:rsidRDefault="00CA4177" w:rsidP="00CA4177">
      <w:pPr>
        <w:pStyle w:val="ListParagraph"/>
        <w:numPr>
          <w:ilvl w:val="1"/>
          <w:numId w:val="1"/>
        </w:numPr>
      </w:pPr>
      <w:r>
        <w:t>Color process</w:t>
      </w:r>
      <w:r w:rsidR="009D5A22">
        <w:t xml:space="preserve"> demo</w:t>
      </w:r>
    </w:p>
    <w:p w:rsidR="00CA4177" w:rsidRDefault="00A7434B" w:rsidP="00CA4177">
      <w:pPr>
        <w:pStyle w:val="ListParagraph"/>
        <w:numPr>
          <w:ilvl w:val="0"/>
          <w:numId w:val="1"/>
        </w:numPr>
      </w:pPr>
      <w:r>
        <w:t>Briefly explain method get vs. post</w:t>
      </w:r>
    </w:p>
    <w:p w:rsidR="009D5A22" w:rsidRDefault="009D5A22" w:rsidP="003C5FB5">
      <w:pPr>
        <w:pStyle w:val="ListParagraph"/>
        <w:numPr>
          <w:ilvl w:val="1"/>
          <w:numId w:val="1"/>
        </w:numPr>
      </w:pPr>
      <w:r>
        <w:t>Change form method attr and demo difference</w:t>
      </w:r>
    </w:p>
    <w:p w:rsidR="00A7434B" w:rsidRDefault="003C5FB5" w:rsidP="009D5A22">
      <w:pPr>
        <w:pStyle w:val="ListParagraph"/>
        <w:numPr>
          <w:ilvl w:val="2"/>
          <w:numId w:val="1"/>
        </w:numPr>
      </w:pPr>
      <w:r>
        <w:t xml:space="preserve">show </w:t>
      </w:r>
      <w:r w:rsidR="009D5A22">
        <w:t xml:space="preserve">URL for get, and </w:t>
      </w:r>
      <w:r>
        <w:t>headers</w:t>
      </w:r>
      <w:r w:rsidR="009D5A22">
        <w:t xml:space="preserve"> for post</w:t>
      </w:r>
    </w:p>
    <w:p w:rsidR="009D5A22" w:rsidRDefault="009D5A22" w:rsidP="009D5A22">
      <w:pPr>
        <w:pStyle w:val="ListParagraph"/>
        <w:numPr>
          <w:ilvl w:val="0"/>
          <w:numId w:val="1"/>
        </w:numPr>
      </w:pPr>
      <w:bookmarkStart w:id="0" w:name="_GoBack"/>
      <w:bookmarkEnd w:id="0"/>
    </w:p>
    <w:p w:rsidR="00171BB6" w:rsidRDefault="00171BB6" w:rsidP="00CA4177"/>
    <w:p w:rsidR="006B6F7C" w:rsidRDefault="006B6F7C"/>
    <w:sectPr w:rsidR="006B6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7A79"/>
    <w:multiLevelType w:val="hybridMultilevel"/>
    <w:tmpl w:val="79808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7C"/>
    <w:rsid w:val="00000C64"/>
    <w:rsid w:val="00171BB6"/>
    <w:rsid w:val="003C5FB5"/>
    <w:rsid w:val="00442799"/>
    <w:rsid w:val="00496CEE"/>
    <w:rsid w:val="006B6F7C"/>
    <w:rsid w:val="009D5A22"/>
    <w:rsid w:val="00A7434B"/>
    <w:rsid w:val="00C507D7"/>
    <w:rsid w:val="00CA4177"/>
    <w:rsid w:val="00E20FFA"/>
    <w:rsid w:val="00E535CB"/>
    <w:rsid w:val="00EB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493B3"/>
  <w15:chartTrackingRefBased/>
  <w15:docId w15:val="{1B2199DF-BB28-4849-A0E5-57D6F7EF4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1163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Valance</dc:creator>
  <cp:keywords/>
  <dc:description/>
  <cp:lastModifiedBy>John Valance</cp:lastModifiedBy>
  <cp:revision>5</cp:revision>
  <dcterms:created xsi:type="dcterms:W3CDTF">2016-01-02T03:09:00Z</dcterms:created>
  <dcterms:modified xsi:type="dcterms:W3CDTF">2016-01-03T07:08:00Z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